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3E9716E3" w:rsidR="007C2FEE" w:rsidRPr="008B3C99" w:rsidRDefault="00CD7D2C" w:rsidP="007C2FEE">
      <w:pPr>
        <w:pStyle w:val="Head"/>
        <w:bidi w:val="0"/>
      </w:pPr>
      <w:bookmarkStart w:id="0" w:name="_Hlk179192330"/>
      <w:bookmarkEnd w:id="0"/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Wirtgen │ Reciclaje de capas de relleno en un solo paso de trabajo</w:t>
      </w:r>
    </w:p>
    <w:p w14:paraId="34A89D42" w14:textId="3DB34849" w:rsidR="007C2FEE" w:rsidRPr="000278CB" w:rsidRDefault="00CD7D2C" w:rsidP="007C2FEE">
      <w:pPr>
        <w:pStyle w:val="Subhead"/>
        <w:rPr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Trituración, mezcla y cribado </w:t>
      </w:r>
      <w:r>
        <w:rPr>
          <w:lang w:val="es-es"/>
          <w:b w:val="1"/>
          <w:bCs w:val="1"/>
          <w:i w:val="1"/>
          <w:iCs w:val="1"/>
          <w:u w:val="none"/>
          <w:vertAlign w:val="baseline"/>
          <w:rtl w:val="0"/>
        </w:rPr>
        <w:t xml:space="preserve">in situ</w:t>
      </w:r>
    </w:p>
    <w:p w14:paraId="43A5AB78" w14:textId="4555DE7A" w:rsidR="007C2FEE" w:rsidRPr="008B3C99" w:rsidRDefault="0025166D" w:rsidP="007C2FEE">
      <w:pPr>
        <w:pStyle w:val="Teaser"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A la sombra del castillo medieval de Metternich (Alemania), la carretera rural L98 discurre a lo largo del Mosela. </w:t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Es un elemento importante de la infraestructura de esta región económica y se debe mantener en buen estado. </w:t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En la zona en torno a la localidad de Beilstein se rehabilitaron estructuralmente 3 kilómetros de la carretera. </w:t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Tras el fresado de la capa de rodadura de asfalto dañada, se trituraron y se trataron los restos de la capa ligante de asfalto y la capa de relleno de roca que hay debajo con una Rock Crusher WRC 240i de Wirtgen en una sola pasada </w:t>
      </w:r>
      <w:r>
        <w:rPr>
          <w:lang w:val="es-es"/>
          <w:b w:val="1"/>
          <w:bCs w:val="1"/>
          <w:i w:val="1"/>
          <w:iCs w:val="1"/>
          <w:u w:val="none"/>
          <w:vertAlign w:val="baseline"/>
          <w:rtl w:val="0"/>
        </w:rPr>
        <w:t xml:space="preserve">in situ</w:t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. </w:t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El objetivo era crear una nueva capa de base homogénea capaz de soportar a largo plazo también las cargas sobre el eje del tráfico en el futuro.</w:t>
      </w:r>
    </w:p>
    <w:p w14:paraId="45AFE0CD" w14:textId="0A44CA43" w:rsidR="007C2FEE" w:rsidRPr="008B3C99" w:rsidRDefault="003053C7" w:rsidP="008D26D8">
      <w:pPr>
        <w:pStyle w:val="Absatzberschrift"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Alternativa al tratamiento convencional</w:t>
      </w:r>
    </w:p>
    <w:p w14:paraId="074FF9E2" w14:textId="338B942F" w:rsidR="007C2FEE" w:rsidRPr="000278CB" w:rsidRDefault="0025166D" w:rsidP="007C2FEE">
      <w:pPr>
        <w:pStyle w:val="Standardabsatz"/>
        <w:rPr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Las capas de relleno de roca como las de la carretera L98 o las capas de base con grandes rocas como se solían construir antiguamente hacen que las reparaciones convencionales puedan resultar muy costosas y que el tratamiento tradicional resulte muy exigente en cuanto a costes y tiempo. Lo más costoso es fundamentalmente el transporte de los materiales. Con la Rock Crusher WRC 240i, Wirtgen ofrece una mejora en cuanto a rentabilidad y una alternativa a esta tarea. La WRC también destacó por su productividad, así como por la profundidad de trabajo alcanzada y por la calidad del material que se produjo.</w:t>
      </w:r>
    </w:p>
    <w:p w14:paraId="22320BAD" w14:textId="0C101AF3" w:rsidR="007C2FEE" w:rsidRPr="008B3C99" w:rsidRDefault="003C3BAE" w:rsidP="00BC1961">
      <w:pPr>
        <w:pStyle w:val="Absatzberschrift"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Robusto rotor de trituración y mezcla</w:t>
      </w:r>
    </w:p>
    <w:p w14:paraId="74F6A4A4" w14:textId="60E68F01" w:rsidR="007C2FEE" w:rsidRPr="000278CB" w:rsidRDefault="009B5DD1" w:rsidP="007C2FEE">
      <w:pPr>
        <w:pStyle w:val="Standardabsatz"/>
        <w:rPr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El rotor de trituración y mezcla de la WRC 240i trató la capa ligante existente y la capa de relleno de roca situada debajo con las herramientas de trituración HT18 a 35 cm de profundidad. En el proceso de trituración, </w:t>
      </w:r>
      <w:bookmarkStart w:id="1" w:name="_Hlk179294531"/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las etapas de trituración variable y fija se encargaron de triturar las piedras una a una al tamaño deseado mediante trituración por impacto</w:t>
      </w:r>
      <w:bookmarkEnd w:id="1"/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. La unidad de cribado con 45 mm de abertura de malla en la parte trasera de la cámara de trituración y mezcla sirvió como medida para el tamaño de fragmento triturado. Así surgió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in situ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una nueva capa de base de alta calidad hasta una profundidad de trabajo de 35 cm y en consonancia con las especificaciones.</w:t>
      </w:r>
    </w:p>
    <w:p w14:paraId="35171BA5" w14:textId="7B7A3E7A" w:rsidR="007C2FEE" w:rsidRPr="000278CB" w:rsidRDefault="002B327C" w:rsidP="00BC1961">
      <w:pPr>
        <w:pStyle w:val="Teaserhead"/>
        <w:jc w:val="left"/>
        <w:rPr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La trituración y la mezcla </w:t>
      </w:r>
      <w:r>
        <w:rPr>
          <w:lang w:val="es-es"/>
          <w:b w:val="1"/>
          <w:bCs w:val="1"/>
          <w:i w:val="1"/>
          <w:iCs w:val="1"/>
          <w:u w:val="none"/>
          <w:vertAlign w:val="baseline"/>
          <w:rtl w:val="0"/>
        </w:rPr>
        <w:t xml:space="preserve">in situ</w:t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 sustituyen a los transportes de ida y vuelta</w:t>
      </w:r>
    </w:p>
    <w:p w14:paraId="528C4A5A" w14:textId="63EE083F" w:rsidR="007C2FEE" w:rsidRPr="000278CB" w:rsidRDefault="009B5DD1" w:rsidP="007C2FEE">
      <w:pPr>
        <w:pStyle w:val="Standardabsatz"/>
        <w:rPr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Con una anchura de trabajo de 2,32 m y un avance de aprox. 7 m/min, se alcanzó una capacidad de trituración de 600 toneladas por hora. En toda la obra, la Rock Crusher de Wirtgen produjo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in situ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unas 11 900 t de material y ahorró aprox. 1200 cargas de camión para el transporte de ida y vuelta de material nuevo o tratado. Tras la compactación, la nueva capa de base de gravilla estaba lista para superponer el ligante de asfalto y la capa de rodadura de asfalto.</w:t>
      </w:r>
    </w:p>
    <w:p w14:paraId="6B0D4E7C" w14:textId="3FC4DDD1" w:rsidR="007C2FEE" w:rsidRPr="000278CB" w:rsidRDefault="0055460D" w:rsidP="007C2FEE">
      <w:pPr>
        <w:pStyle w:val="Teaserhead"/>
        <w:rPr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Reducción de las emisiones, la duración de la obra y los costes</w:t>
      </w:r>
    </w:p>
    <w:p w14:paraId="5AE00CF6" w14:textId="77777777" w:rsidR="009B5DD1" w:rsidRDefault="009B5DD1" w:rsidP="00BC487A">
      <w:pPr>
        <w:rPr>
          <w:rFonts w:eastAsiaTheme="minorHAnsi" w:cstheme="minorBidi"/>
          <w:sz w:val="22"/>
          <w:szCs w:val="24"/>
        </w:rPr>
        <w:bidi w:val="0"/>
      </w:pPr>
      <w:r>
        <w:rPr>
          <w:rFonts w:cstheme="minorBidi" w:eastAsiaTheme="minorHAnsi"/>
          <w:sz w:val="22"/>
          <w:szCs w:val="24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 Rock Crusher de Wirtgen no solo ahorró un montón de costes de transporte, sino que también permitió reducir considerablemente las emisiones de CO₂. En este caso se consiguió un ahorro de CO₂ en torno al 66 por ciento. Los costes de construcción que conlleva la elaboración de una capa de base homogénea sin ligar se redujeron en aprox. un 75 por ciento y la duración de la obra se acortó en un 55 por ciento. Por tanto, el tramo construido en la L98 quedó listo en solo dos días para la superposición del asfalto y se pudo habilitar de nuevo al tráfico en tiempo récord.</w:t>
      </w:r>
    </w:p>
    <w:p w14:paraId="147B2546" w14:textId="77777777" w:rsidR="009B5DD1" w:rsidRDefault="009B5DD1" w:rsidP="00BC487A">
      <w:pPr>
        <w:rPr>
          <w:rFonts w:eastAsiaTheme="minorHAnsi" w:cstheme="minorBidi"/>
          <w:sz w:val="22"/>
          <w:szCs w:val="24"/>
        </w:rPr>
      </w:pPr>
    </w:p>
    <w:p w14:paraId="4BC1D447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703E3772" w14:textId="77777777" w:rsidR="00444BB5" w:rsidRDefault="00444BB5" w:rsidP="00444BB5">
      <w:pPr>
        <w:pStyle w:val="Absatzberschrift"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Parámetros de la obra:</w:t>
      </w:r>
    </w:p>
    <w:p w14:paraId="0C1052C0" w14:textId="3DBF5006" w:rsidR="00F6489C" w:rsidRPr="00F6489C" w:rsidRDefault="00F6489C" w:rsidP="00F6489C">
      <w:pPr>
        <w:pStyle w:val="Standardabsatz"/>
        <w:jc w:val="left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Anchura de trabajo: 2,32 m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Profundidad de trabajo: 35 cm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Abertura de malla: 45 mm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Avance medio: 7 m/min </w:t>
      </w:r>
    </w:p>
    <w:p w14:paraId="778A8FC6" w14:textId="12672B83" w:rsidR="007F0342" w:rsidRPr="007F0342" w:rsidRDefault="007F0342" w:rsidP="007F0342">
      <w:pPr>
        <w:pStyle w:val="Teaserhead"/>
        <w:jc w:val="left"/>
        <w:rPr>
          <w:b w:val="0"/>
        </w:r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Capacidad de trituración de la WRC: 600 t/h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Longitud total: 11 900 t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Superficie total: 20 000 m²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Longitud de borde de la capa de relleno: &lt;300 mm </w:t>
      </w:r>
    </w:p>
    <w:p w14:paraId="523F301E" w14:textId="77777777" w:rsidR="007F0342" w:rsidRPr="00911CD2" w:rsidRDefault="007F0342" w:rsidP="00444BB5">
      <w:pPr>
        <w:pStyle w:val="Teaserhead"/>
        <w:rPr>
          <w:b w:val="0"/>
          <w:bCs/>
        </w:rPr>
      </w:pPr>
    </w:p>
    <w:p w14:paraId="4744144D" w14:textId="33A2A9C0" w:rsidR="00444BB5" w:rsidRPr="00911CD2" w:rsidRDefault="00444BB5" w:rsidP="00444BB5">
      <w:pPr>
        <w:pStyle w:val="Standardabsatz"/>
        <w:jc w:val="left"/>
        <w:rPr>
          <w:bCs/>
        </w:rPr>
      </w:pPr>
    </w:p>
    <w:p w14:paraId="0F47D6AE" w14:textId="6E7E4005" w:rsidR="00BE7EEA" w:rsidRDefault="00444BB5" w:rsidP="00042DA1">
      <w:pPr>
        <w:pStyle w:val="Teaserhead"/>
        <w:jc w:val="left"/>
        <w:rPr>
          <w:b w:val="0"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Ahorro en comparación con el método convencional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Emisiones de CO₂: 66 %</w:t>
      </w:r>
    </w:p>
    <w:p w14:paraId="50BE99CC" w14:textId="13C4AD62" w:rsidR="00BE7EEA" w:rsidRDefault="00042DA1" w:rsidP="00042DA1">
      <w:pPr>
        <w:pStyle w:val="Teaserhead"/>
        <w:jc w:val="left"/>
        <w:rPr>
          <w:b w:val="0"/>
        </w:r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Costes de obra: 75 % </w:t>
      </w:r>
    </w:p>
    <w:p w14:paraId="02F7CE00" w14:textId="7B3C36C1" w:rsidR="00042DA1" w:rsidRPr="00042DA1" w:rsidRDefault="00BE7EEA" w:rsidP="00042DA1">
      <w:pPr>
        <w:pStyle w:val="Teaserhead"/>
        <w:jc w:val="left"/>
        <w:rPr>
          <w:b w:val="0"/>
        </w:r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Tiempo de construcción: 55 %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49294658" w14:textId="77A67804" w:rsidR="00444BB5" w:rsidRPr="00042DA1" w:rsidRDefault="00444BB5" w:rsidP="00042DA1">
      <w:pPr>
        <w:pStyle w:val="Teaserhead"/>
        <w:jc w:val="left"/>
        <w:rPr>
          <w:b w:val="0"/>
        </w:rPr>
      </w:pPr>
    </w:p>
    <w:p w14:paraId="76C4DE15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0D6E39D2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7AF293FA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438B3AA3" w14:textId="77777777" w:rsidR="00444BB5" w:rsidRDefault="00444BB5" w:rsidP="00BC487A">
      <w:pPr>
        <w:rPr>
          <w:rFonts w:eastAsiaTheme="minorHAnsi" w:cstheme="minorBidi"/>
          <w:sz w:val="22"/>
          <w:szCs w:val="24"/>
        </w:rPr>
      </w:pPr>
    </w:p>
    <w:p w14:paraId="64ABBB85" w14:textId="605E15E7" w:rsidR="007C2FEE" w:rsidRDefault="007C2FEE" w:rsidP="00BC487A">
      <w:pPr>
        <w:rPr>
          <w:b/>
          <w:bCs/>
          <w:sz w:val="22"/>
          <w:szCs w:val="22"/>
        </w:rPr>
        <w:bidi w:val="0"/>
      </w:pPr>
      <w:r>
        <w:rPr>
          <w:sz w:val="22"/>
          <w:szCs w:val="22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Fotos:</w:t>
      </w:r>
    </w:p>
    <w:p w14:paraId="796E3960" w14:textId="77777777" w:rsidR="009A04CF" w:rsidRPr="000278CB" w:rsidRDefault="009A04CF" w:rsidP="00BC487A">
      <w:pPr>
        <w:rPr>
          <w:b/>
          <w:bCs/>
          <w:sz w:val="22"/>
          <w:szCs w:val="22"/>
        </w:rPr>
      </w:pPr>
    </w:p>
    <w:p w14:paraId="06345839" w14:textId="2F8717C1" w:rsidR="00BC487A" w:rsidRDefault="009A04CF" w:rsidP="00BC487A">
      <w:pPr>
        <w:rPr>
          <w:rFonts w:eastAsiaTheme="minorHAnsi" w:cstheme="minorBidi"/>
          <w:b/>
          <w:sz w:val="22"/>
          <w:szCs w:val="24"/>
        </w:rPr>
        <w:bidi w:val="0"/>
      </w:pPr>
      <w:r>
        <w:rPr>
          <w:noProof/>
          <w:lang w:val="es-e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CA7194F" wp14:editId="548E6BB0">
            <wp:extent cx="2314761" cy="1541969"/>
            <wp:effectExtent l="0" t="0" r="0" b="1270"/>
            <wp:docPr id="619879059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79059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761" cy="1541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7DF36" w14:textId="31DF1E6A" w:rsidR="009A04CF" w:rsidRPr="000278CB" w:rsidRDefault="009A04CF" w:rsidP="009A04CF">
      <w:pPr>
        <w:pStyle w:val="BUbold"/>
        <w:rPr/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W_pic_js_mosel_wrc240i_2023_00031_HI</w:t>
      </w:r>
    </w:p>
    <w:p w14:paraId="152B6C1B" w14:textId="02570AF6" w:rsidR="009A04CF" w:rsidRPr="000278CB" w:rsidRDefault="005261FC" w:rsidP="00911CD2">
      <w:pPr>
        <w:pStyle w:val="BUnormal"/>
        <w:rPr>
          <w:b/>
          <w:sz w:val="22"/>
          <w:szCs w:val="24"/>
        </w:r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 Rock Crusher de Wirtgen trabajó más de 20 000 m² de superficie reciclada en solo dos días.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</w:p>
    <w:p w14:paraId="5BFBF390" w14:textId="4246121C" w:rsidR="007C2FEE" w:rsidRDefault="00D57F3E" w:rsidP="00BA7BC5">
      <w:pPr>
        <w:pStyle w:val="BUbold"/>
        <w:rPr>
          <w:b w:val="0"/>
          <w:bCs/>
        </w:rPr>
        <w:bidi w:val="0"/>
      </w:pPr>
      <w:r>
        <w:rPr>
          <w:noProof/>
          <w:lang w:val="es-e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490BB106" wp14:editId="0A4A042A">
            <wp:extent cx="2950764" cy="1659804"/>
            <wp:effectExtent l="0" t="0" r="2540" b="0"/>
            <wp:docPr id="856881508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81508" name="Grafik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W_pic_js_comp_mosel_WRC240i_2023_0081_3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Con la WRC 240i como alternativa sostenible al tratamiento convencional, se pueden reducir tanto las emisiones de CO₂ como la duración y los costes de las obras de rehabilitación.</w:t>
      </w:r>
    </w:p>
    <w:p w14:paraId="7691DABF" w14:textId="77777777" w:rsidR="00466840" w:rsidRDefault="00466840" w:rsidP="00466840">
      <w:pPr>
        <w:pStyle w:val="BUnormal"/>
        <w:rPr/>
      </w:pPr>
    </w:p>
    <w:p w14:paraId="4C79A01E" w14:textId="08C6055F" w:rsidR="00466840" w:rsidRDefault="00466840" w:rsidP="00466840">
      <w:pPr>
        <w:pStyle w:val="BUbold"/>
        <w:rPr>
          <w:b w:val="0"/>
          <w:bCs/>
        </w:rPr>
        <w:bidi w:val="0"/>
      </w:pPr>
      <w:r>
        <w:rPr>
          <w:noProof/>
          <w:lang w:val="es-e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71006FBE" wp14:editId="76C5897C">
            <wp:extent cx="2944071" cy="1656272"/>
            <wp:effectExtent l="0" t="0" r="8890" b="1270"/>
            <wp:docPr id="1352558995" name="Grafik 7" descr="Una imagen que contiene terreno, caña de flauta de tubo, exterior, acero.  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881508" name="Grafik 7" descr="Ein Bild, das Gelände, Pfeife Flöte Rohr, draußen, St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6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W_pic_js_mosel_wrc240i_2023_00079_HI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Con la Rock Crusher de Wirtgen se pueden triturar las capas de relleno y las piedras con una longitud de borde de hasta 300 mm. </w:t>
      </w:r>
    </w:p>
    <w:p w14:paraId="5B882E8C" w14:textId="77777777" w:rsidR="00466840" w:rsidRPr="00466840" w:rsidRDefault="00466840" w:rsidP="00466840">
      <w:pPr>
        <w:pStyle w:val="BUnormal"/>
        <w:rPr/>
      </w:pPr>
    </w:p>
    <w:p w14:paraId="0192CBA8" w14:textId="2FC8B29A" w:rsidR="00466840" w:rsidRDefault="00466840" w:rsidP="00466840">
      <w:pPr>
        <w:pStyle w:val="BUbold"/>
        <w:rPr>
          <w:b w:val="0"/>
          <w:bCs/>
        </w:rPr>
        <w:bidi w:val="0"/>
      </w:pPr>
      <w:bookmarkStart w:id="2" w:name="_Hlk179293943"/>
      <w:r>
        <w:rPr>
          <w:noProof/>
          <w:lang w:val="es-e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779B8B59" wp14:editId="17A97626">
            <wp:extent cx="2950764" cy="1659804"/>
            <wp:effectExtent l="0" t="0" r="2540" b="0"/>
            <wp:docPr id="157418017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180173" name="Grafik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4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W_pic_js_mosel_wrc240i_2023_00083_HI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Gracias a las etapas de trituración fija y variable, las piedras se trituraron por impacto al tamaño deseado de 45 mm. </w:t>
      </w:r>
    </w:p>
    <w:p w14:paraId="2AFBAE0A" w14:textId="77777777" w:rsidR="007C3F66" w:rsidRPr="007C3F66" w:rsidRDefault="007C3F66" w:rsidP="007C3F66">
      <w:pPr>
        <w:pStyle w:val="BUnormal"/>
        <w:rPr/>
      </w:pPr>
    </w:p>
    <w:bookmarkEnd w:id="2"/>
    <w:p w14:paraId="6A5B6CDA" w14:textId="3BB1B80A" w:rsidR="007C3F66" w:rsidRPr="000278CB" w:rsidRDefault="007C3F66" w:rsidP="007C3F66">
      <w:pPr>
        <w:pStyle w:val="BUbold"/>
        <w:rPr>
          <w:b w:val="0"/>
          <w:bCs/>
        </w:rPr>
        <w:bidi w:val="0"/>
      </w:pPr>
      <w:r>
        <w:rPr>
          <w:noProof/>
          <w:lang w:val="es-es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506BDE1B" wp14:editId="1B5DC119">
            <wp:extent cx="2950762" cy="1659804"/>
            <wp:effectExtent l="0" t="0" r="2540" b="0"/>
            <wp:docPr id="16506388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3887" name="Grafik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762" cy="165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W_pic_js_mosel_wrc240i_2023_00084_HI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 WRC 240i consigue un resultado de mezcla homogéneo a una profundidad de trabajo de hasta 35 cm.</w:t>
      </w:r>
    </w:p>
    <w:p w14:paraId="3D8A66B4" w14:textId="77777777" w:rsidR="00466840" w:rsidRPr="00466840" w:rsidRDefault="00466840" w:rsidP="00466840">
      <w:pPr>
        <w:pStyle w:val="Standardabsatz"/>
        <w:rPr/>
      </w:pPr>
    </w:p>
    <w:p w14:paraId="5F5AA2E5" w14:textId="77777777" w:rsidR="00F20DEF" w:rsidRDefault="00F20DEF" w:rsidP="00F20DEF">
      <w:pPr>
        <w:pStyle w:val="Standardabsatz"/>
        <w:rPr/>
      </w:pPr>
    </w:p>
    <w:p w14:paraId="67E83AFA" w14:textId="6DF33779" w:rsidR="00980313" w:rsidRDefault="00714D6B" w:rsidP="00A96B2E">
      <w:pPr>
        <w:pStyle w:val="Note"/>
        <w:rPr/>
        <w:bidi w:val="0"/>
      </w:pP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Nota: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estas fotos sirven exclusivamente para la vista previa.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Para la impresión en las publicaciones, utilice las fotos en una resolución de 300 dpi que se encuentran disponibles en la descarga adjunta.</w:t>
      </w:r>
    </w:p>
    <w:p w14:paraId="083B6DB1" w14:textId="77777777" w:rsidR="00BE7EEA" w:rsidRPr="00BE7EEA" w:rsidRDefault="00BE7EEA" w:rsidP="00BE7EEA">
      <w:pPr>
        <w:pStyle w:val="Standardabsatz"/>
        <w:rPr/>
      </w:pPr>
    </w:p>
    <w:p w14:paraId="717825D0" w14:textId="4B1B0DAB" w:rsidR="00B409DF" w:rsidRDefault="00B409DF" w:rsidP="00B409DF">
      <w:pPr>
        <w:pStyle w:val="Absatzberschrift"/>
        <w:rPr>
          <w:i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Puede obtener más información en: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392C6846" w14:textId="77777777" w:rsidR="00B409DF" w:rsidRDefault="00B409DF" w:rsidP="00B409DF">
      <w:pPr>
        <w:pStyle w:val="Fuzeile1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Public Relations</w:t>
      </w:r>
    </w:p>
    <w:p w14:paraId="77A90FFB" w14:textId="77777777" w:rsidR="00B409DF" w:rsidRDefault="00B409DF" w:rsidP="00B409DF">
      <w:pPr>
        <w:pStyle w:val="Fuzeile1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Reinhard-Wirtgen-Straße 2</w:t>
      </w:r>
    </w:p>
    <w:p w14:paraId="2BD7061F" w14:textId="77777777" w:rsidR="00B409DF" w:rsidRDefault="00B409DF" w:rsidP="00B409DF">
      <w:pPr>
        <w:pStyle w:val="Fuzeile1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7312A980" w14:textId="77777777" w:rsidR="00B409DF" w:rsidRDefault="00B409DF" w:rsidP="00B409DF">
      <w:pPr>
        <w:pStyle w:val="Fuzeile1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Alemania</w:t>
      </w:r>
    </w:p>
    <w:p w14:paraId="2DFD9654" w14:textId="77777777" w:rsidR="00B409DF" w:rsidRDefault="00B409DF" w:rsidP="00B409DF">
      <w:pPr>
        <w:pStyle w:val="Fuzeile1"/>
      </w:pPr>
    </w:p>
    <w:p w14:paraId="747CCDAF" w14:textId="3110AFBC" w:rsidR="00B409DF" w:rsidRPr="00914C7E" w:rsidRDefault="00B409DF" w:rsidP="00B409DF">
      <w:pPr>
        <w:pStyle w:val="Fuzeile1"/>
        <w:rPr>
          <w:rFonts w:ascii="Times New Roman" w:hAnsi="Times New Roman" w:cs="Times New Roman"/>
        </w:rPr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Teléfono: +49 (0) 2645 131 – 1966</w:t>
      </w:r>
    </w:p>
    <w:p w14:paraId="72EBA31D" w14:textId="77777777" w:rsidR="00B409DF" w:rsidRPr="00914C7E" w:rsidRDefault="00B409DF" w:rsidP="00B409DF">
      <w:pPr>
        <w:pStyle w:val="Fuzeile1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Fax: +49 (0) 2645 131 – 499</w:t>
      </w:r>
    </w:p>
    <w:p w14:paraId="54DD8925" w14:textId="44F25056" w:rsidR="00B409DF" w:rsidRDefault="00B409DF" w:rsidP="00B409DF">
      <w:pPr>
        <w:pStyle w:val="Fuzeile1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Correo electrónico: PR@wirtgen-group.com</w:t>
      </w:r>
    </w:p>
    <w:p w14:paraId="11BA6AC4" w14:textId="77777777" w:rsidR="00B409DF" w:rsidRPr="00114A31" w:rsidRDefault="00B409DF" w:rsidP="00B409DF">
      <w:pPr>
        <w:pStyle w:val="Fuzeile1"/>
        <w:rPr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sectPr w:rsidR="00B409DF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FFC28" w14:textId="77777777" w:rsidR="002B0FFD" w:rsidRDefault="002B0FFD" w:rsidP="00E55534">
      <w:pPr>
        <w:bidi w:val="0"/>
      </w:pPr>
      <w:r>
        <w:separator/>
      </w:r>
    </w:p>
  </w:endnote>
  <w:endnote w:type="continuationSeparator" w:id="0">
    <w:p w14:paraId="034DBE45" w14:textId="77777777" w:rsidR="002B0FFD" w:rsidRDefault="002B0FFD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</w:t>
          </w:r>
          <w:r>
            <w:rPr>
              <w:rStyle w:val="Hervorhebung"/>
              <w:szCs w:val="20"/>
              <w:lang w:val="es-es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 GmbH</w:t>
          </w:r>
          <w:r>
            <w:rPr>
              <w:szCs w:val="20"/>
              <w:lang w:val="es-es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EC0DE" w14:textId="77777777" w:rsidR="002B0FFD" w:rsidRDefault="002B0FFD" w:rsidP="00E55534">
      <w:pPr>
        <w:bidi w:val="0"/>
      </w:pPr>
      <w:r>
        <w:separator/>
      </w:r>
    </w:p>
  </w:footnote>
  <w:footnote w:type="continuationSeparator" w:id="0">
    <w:p w14:paraId="37132EC6" w14:textId="77777777" w:rsidR="002B0FFD" w:rsidRDefault="002B0FFD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62468F0D" w:rsidR="000278CB" w:rsidRDefault="00911CD2">
    <w:pPr>
      <w:pStyle w:val="Kopf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7EAD61D" wp14:editId="40FD0F5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11205651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CCC608" w14:textId="27D5C672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es-e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AD61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1CCC608" w14:textId="27D5C672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es-es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12D7F15" w:rsidR="00533132" w:rsidRPr="00533132" w:rsidRDefault="00911CD2" w:rsidP="00533132">
    <w:pPr>
      <w:pStyle w:val="Kopf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71077E" wp14:editId="1B0387F0">
              <wp:simplePos x="75565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27315960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9E57EC" w14:textId="0F9FAB2A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es-e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71077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029E57EC" w14:textId="0F9FAB2A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es-es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041CBE5" w:rsidR="00533132" w:rsidRDefault="00911CD2">
    <w:pPr>
      <w:pStyle w:val="Kopfzeile"/>
      <w:bidi w:val="0"/>
    </w:pP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37EDB5" wp14:editId="20CA7DE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23442095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F579CD" w14:textId="0F4E67B2" w:rsidR="00911CD2" w:rsidRPr="00911CD2" w:rsidRDefault="00911CD2" w:rsidP="00911CD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es-es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7EDB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7F579CD" w14:textId="0F4E67B2" w:rsidR="00911CD2" w:rsidRPr="00911CD2" w:rsidRDefault="00911CD2" w:rsidP="00911CD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es-es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42DA1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166D"/>
    <w:rsid w:val="00253A2E"/>
    <w:rsid w:val="002603EC"/>
    <w:rsid w:val="00263958"/>
    <w:rsid w:val="00282AFC"/>
    <w:rsid w:val="00286C15"/>
    <w:rsid w:val="00290177"/>
    <w:rsid w:val="0029634D"/>
    <w:rsid w:val="002B0FFD"/>
    <w:rsid w:val="002B327C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053C7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C3BAE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4BB5"/>
    <w:rsid w:val="0046684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261FC"/>
    <w:rsid w:val="00530E32"/>
    <w:rsid w:val="00533132"/>
    <w:rsid w:val="00534889"/>
    <w:rsid w:val="00537210"/>
    <w:rsid w:val="00541C9E"/>
    <w:rsid w:val="0055460D"/>
    <w:rsid w:val="005649F4"/>
    <w:rsid w:val="005710C8"/>
    <w:rsid w:val="005711A3"/>
    <w:rsid w:val="00571A5C"/>
    <w:rsid w:val="00573B2B"/>
    <w:rsid w:val="005776E9"/>
    <w:rsid w:val="00580C40"/>
    <w:rsid w:val="00584EBB"/>
    <w:rsid w:val="00587AD9"/>
    <w:rsid w:val="005909A8"/>
    <w:rsid w:val="005931CB"/>
    <w:rsid w:val="005A2B78"/>
    <w:rsid w:val="005A4F04"/>
    <w:rsid w:val="005B4A3C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0F43"/>
    <w:rsid w:val="00682B1A"/>
    <w:rsid w:val="006878DA"/>
    <w:rsid w:val="00690D7C"/>
    <w:rsid w:val="00690DFE"/>
    <w:rsid w:val="00691678"/>
    <w:rsid w:val="006B3EEC"/>
    <w:rsid w:val="006C0C87"/>
    <w:rsid w:val="006D127E"/>
    <w:rsid w:val="006D7EAC"/>
    <w:rsid w:val="006E0104"/>
    <w:rsid w:val="006F7602"/>
    <w:rsid w:val="00703016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3F66"/>
    <w:rsid w:val="007C4A1C"/>
    <w:rsid w:val="007D0EFA"/>
    <w:rsid w:val="007D59A2"/>
    <w:rsid w:val="007E20D0"/>
    <w:rsid w:val="007E3DAB"/>
    <w:rsid w:val="007F0342"/>
    <w:rsid w:val="008053B3"/>
    <w:rsid w:val="008202C8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78E2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B3C99"/>
    <w:rsid w:val="008C1B59"/>
    <w:rsid w:val="008C2A29"/>
    <w:rsid w:val="008C2DB2"/>
    <w:rsid w:val="008D26D8"/>
    <w:rsid w:val="008D770E"/>
    <w:rsid w:val="008F7BB7"/>
    <w:rsid w:val="0090337E"/>
    <w:rsid w:val="009049D8"/>
    <w:rsid w:val="00910609"/>
    <w:rsid w:val="00911CD2"/>
    <w:rsid w:val="009125E2"/>
    <w:rsid w:val="00914C7E"/>
    <w:rsid w:val="00915841"/>
    <w:rsid w:val="00917CE2"/>
    <w:rsid w:val="00922098"/>
    <w:rsid w:val="009328FA"/>
    <w:rsid w:val="00936A78"/>
    <w:rsid w:val="009375E1"/>
    <w:rsid w:val="00943B92"/>
    <w:rsid w:val="00952853"/>
    <w:rsid w:val="009646E4"/>
    <w:rsid w:val="00977EC3"/>
    <w:rsid w:val="00980313"/>
    <w:rsid w:val="0098631D"/>
    <w:rsid w:val="009877C8"/>
    <w:rsid w:val="009A04CF"/>
    <w:rsid w:val="009B17A9"/>
    <w:rsid w:val="009B211F"/>
    <w:rsid w:val="009B3F8C"/>
    <w:rsid w:val="009B5DD1"/>
    <w:rsid w:val="009B7C05"/>
    <w:rsid w:val="009C2378"/>
    <w:rsid w:val="009C477F"/>
    <w:rsid w:val="009C5A77"/>
    <w:rsid w:val="009C5D99"/>
    <w:rsid w:val="009C6020"/>
    <w:rsid w:val="009C73BF"/>
    <w:rsid w:val="009C78E6"/>
    <w:rsid w:val="009D016F"/>
    <w:rsid w:val="009D504C"/>
    <w:rsid w:val="009D6BCD"/>
    <w:rsid w:val="009E251D"/>
    <w:rsid w:val="009F07FD"/>
    <w:rsid w:val="009F0ABD"/>
    <w:rsid w:val="009F10A8"/>
    <w:rsid w:val="009F715C"/>
    <w:rsid w:val="00A01ABA"/>
    <w:rsid w:val="00A02F49"/>
    <w:rsid w:val="00A13C4A"/>
    <w:rsid w:val="00A171F4"/>
    <w:rsid w:val="00A174F1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46DA8"/>
    <w:rsid w:val="00B5232A"/>
    <w:rsid w:val="00B60ED1"/>
    <w:rsid w:val="00B62CF5"/>
    <w:rsid w:val="00B63C90"/>
    <w:rsid w:val="00B65A46"/>
    <w:rsid w:val="00B70425"/>
    <w:rsid w:val="00B77796"/>
    <w:rsid w:val="00B85705"/>
    <w:rsid w:val="00B874DC"/>
    <w:rsid w:val="00B90F78"/>
    <w:rsid w:val="00B91123"/>
    <w:rsid w:val="00B9262E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E7EEA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D7D2C"/>
    <w:rsid w:val="00CF36C9"/>
    <w:rsid w:val="00D00EC4"/>
    <w:rsid w:val="00D164C8"/>
    <w:rsid w:val="00D166AC"/>
    <w:rsid w:val="00D16C4C"/>
    <w:rsid w:val="00D36BA2"/>
    <w:rsid w:val="00D37CF4"/>
    <w:rsid w:val="00D4487C"/>
    <w:rsid w:val="00D57F3E"/>
    <w:rsid w:val="00D63D33"/>
    <w:rsid w:val="00D73352"/>
    <w:rsid w:val="00D74EA4"/>
    <w:rsid w:val="00D7559F"/>
    <w:rsid w:val="00D84E46"/>
    <w:rsid w:val="00D935C3"/>
    <w:rsid w:val="00DA0266"/>
    <w:rsid w:val="00DA0F4B"/>
    <w:rsid w:val="00DA477E"/>
    <w:rsid w:val="00DA694E"/>
    <w:rsid w:val="00DB4BB0"/>
    <w:rsid w:val="00DD0C2F"/>
    <w:rsid w:val="00DE461D"/>
    <w:rsid w:val="00E04039"/>
    <w:rsid w:val="00E074CB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2EE"/>
    <w:rsid w:val="00EB5FCA"/>
    <w:rsid w:val="00EC5E9A"/>
    <w:rsid w:val="00ED7F68"/>
    <w:rsid w:val="00EF2575"/>
    <w:rsid w:val="00EF5828"/>
    <w:rsid w:val="00F048D4"/>
    <w:rsid w:val="00F207FE"/>
    <w:rsid w:val="00F20920"/>
    <w:rsid w:val="00F20DEF"/>
    <w:rsid w:val="00F23212"/>
    <w:rsid w:val="00F33B16"/>
    <w:rsid w:val="00F353EA"/>
    <w:rsid w:val="00F36C27"/>
    <w:rsid w:val="00F43469"/>
    <w:rsid w:val="00F56318"/>
    <w:rsid w:val="00F61BAF"/>
    <w:rsid w:val="00F6489C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EB52EE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13" Type="http://schemas.openxmlformats.org/officeDocument/2006/relationships/image" Target="media/image6.jpeg" /><Relationship Id="rId18" Type="http://schemas.openxmlformats.org/officeDocument/2006/relationships/footer" Target="footer2.xml" /><Relationship Id="rId3" Type="http://schemas.openxmlformats.org/officeDocument/2006/relationships/customXml" Target="../customXml/item3.xml" /><Relationship Id="rId21" Type="http://schemas.openxmlformats.org/officeDocument/2006/relationships/fontTable" Target="fontTable.xml" /><Relationship Id="rId7" Type="http://schemas.openxmlformats.org/officeDocument/2006/relationships/webSettings" Target="webSettings.xml" /><Relationship Id="rId12" Type="http://schemas.openxmlformats.org/officeDocument/2006/relationships/image" Target="media/image5.jpeg" /><Relationship Id="rId17" Type="http://schemas.openxmlformats.org/officeDocument/2006/relationships/footer" Target="footer1.xml" /><Relationship Id="rId2" Type="http://schemas.openxmlformats.org/officeDocument/2006/relationships/customXml" Target="../customXml/item2.xml" /><Relationship Id="rId16" Type="http://schemas.openxmlformats.org/officeDocument/2006/relationships/header" Target="header2.xml" /><Relationship Id="rId20" Type="http://schemas.openxmlformats.org/officeDocument/2006/relationships/footer" Target="footer3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image" Target="media/image4.jpeg" /><Relationship Id="rId5" Type="http://schemas.openxmlformats.org/officeDocument/2006/relationships/styles" Target="styles.xml" /><Relationship Id="rId15" Type="http://schemas.openxmlformats.org/officeDocument/2006/relationships/header" Target="header1.xml" /><Relationship Id="rId10" Type="http://schemas.openxmlformats.org/officeDocument/2006/relationships/image" Target="media/image3.jpeg" /><Relationship Id="rId19" Type="http://schemas.openxmlformats.org/officeDocument/2006/relationships/header" Target="header3.xml" /><Relationship Id="rId4" Type="http://schemas.openxmlformats.org/officeDocument/2006/relationships/numbering" Target="numbering.xml" /><Relationship Id="rId9" Type="http://schemas.openxmlformats.org/officeDocument/2006/relationships/endnotes" Target="endnotes.xml" /><Relationship Id="rId14" Type="http://schemas.openxmlformats.org/officeDocument/2006/relationships/image" Target="media/image7.jpeg" /><Relationship Id="rId22" Type="http://schemas.openxmlformats.org/officeDocument/2006/relationships/theme" Target="theme/theme1.xml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 /><Relationship Id="rId1" Type="http://schemas.openxmlformats.org/officeDocument/2006/relationships/image" Target="media/image8.png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 /><Relationship Id="rId1" Type="http://schemas.openxmlformats.org/officeDocument/2006/relationships/image" Target="media/image10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641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4676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6</cp:revision>
  <cp:lastPrinted>2021-10-20T14:00:00Z</cp:lastPrinted>
  <dcterms:created xsi:type="dcterms:W3CDTF">2024-10-09T08:59:00Z</dcterms:created>
  <dcterms:modified xsi:type="dcterms:W3CDTF">2024-10-10T09:23:00Z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1f3317af,364fe513,60fedef8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2024-10-10T09:17:02Z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1d2ec112-8bc2-4eb6-afbf-7f5e406ba4f3</vt:lpwstr>
  </property>
  <property fmtid="{D5CDD505-2E9C-101B-9397-08002B2CF9AE}" pid="11" name="MSIP_Label_df1a195f-122b-42dc-a2d3-71a1903dcdac_ContentBits">
    <vt:lpwstr>1</vt:lpwstr>
  </property>
</Properties>
</file>